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C67" w:rsidRPr="004B0D62" w:rsidRDefault="00814C67">
      <w:pPr>
        <w:rPr>
          <w:b/>
          <w:sz w:val="24"/>
          <w:szCs w:val="24"/>
        </w:rPr>
      </w:pPr>
      <w:r w:rsidRPr="004B0D62">
        <w:rPr>
          <w:b/>
          <w:sz w:val="24"/>
          <w:szCs w:val="24"/>
        </w:rPr>
        <w:t>PAN on 10/18/11</w:t>
      </w:r>
      <w:r w:rsidRPr="004B0D62">
        <w:rPr>
          <w:b/>
          <w:sz w:val="24"/>
          <w:szCs w:val="24"/>
        </w:rPr>
        <w:tab/>
        <w:t>Re: Mentoring</w:t>
      </w:r>
    </w:p>
    <w:p w:rsidR="00814C67" w:rsidRPr="004B0D62" w:rsidRDefault="00814C67">
      <w:pPr>
        <w:rPr>
          <w:sz w:val="24"/>
          <w:szCs w:val="24"/>
        </w:rPr>
      </w:pPr>
      <w:r w:rsidRPr="004B0D62">
        <w:rPr>
          <w:b/>
          <w:sz w:val="24"/>
          <w:szCs w:val="24"/>
        </w:rPr>
        <w:t>From:</w:t>
      </w:r>
      <w:r w:rsidRPr="004B0D62">
        <w:rPr>
          <w:sz w:val="24"/>
          <w:szCs w:val="24"/>
        </w:rPr>
        <w:tab/>
        <w:t>Mr. Richardson</w:t>
      </w:r>
    </w:p>
    <w:p w:rsidR="00814C67" w:rsidRPr="004B0D62" w:rsidRDefault="00814C67">
      <w:pPr>
        <w:rPr>
          <w:sz w:val="24"/>
          <w:szCs w:val="24"/>
        </w:rPr>
      </w:pPr>
      <w:r w:rsidRPr="004B0D62">
        <w:rPr>
          <w:sz w:val="24"/>
          <w:szCs w:val="24"/>
        </w:rPr>
        <w:t>I would like the two of you to meet during lunch, a common prep, after school, or we can find one of you a sub for one hour of the day.  Topics would include successes, challenges, needs and frustrations. I would like some notes from your meeting to be placed in the SIP file under strand 3 and a copy sent to me.  Thanks</w:t>
      </w:r>
    </w:p>
    <w:p w:rsidR="00814C67" w:rsidRPr="004B0D62" w:rsidRDefault="00814C67">
      <w:pPr>
        <w:rPr>
          <w:b/>
          <w:sz w:val="24"/>
          <w:szCs w:val="24"/>
        </w:rPr>
      </w:pPr>
      <w:r w:rsidRPr="004B0D62">
        <w:rPr>
          <w:b/>
          <w:sz w:val="24"/>
          <w:szCs w:val="24"/>
        </w:rPr>
        <w:t>Date / Time of meeting:</w:t>
      </w:r>
      <w:r w:rsidR="00DE3885" w:rsidRPr="004B0D62">
        <w:rPr>
          <w:b/>
          <w:sz w:val="24"/>
          <w:szCs w:val="24"/>
        </w:rPr>
        <w:t xml:space="preserve"> </w:t>
      </w:r>
      <w:r w:rsidR="00DE3885" w:rsidRPr="004B0D62">
        <w:rPr>
          <w:b/>
          <w:sz w:val="24"/>
          <w:szCs w:val="24"/>
        </w:rPr>
        <w:tab/>
      </w:r>
      <w:r w:rsidR="00DE3885" w:rsidRPr="004B0D62">
        <w:rPr>
          <w:sz w:val="24"/>
          <w:szCs w:val="24"/>
        </w:rPr>
        <w:t>October20, 2011   2:55 pm</w:t>
      </w:r>
    </w:p>
    <w:p w:rsidR="00814C67" w:rsidRPr="004B0D62" w:rsidRDefault="00814C67">
      <w:pPr>
        <w:rPr>
          <w:b/>
          <w:sz w:val="24"/>
          <w:szCs w:val="24"/>
        </w:rPr>
      </w:pPr>
      <w:r w:rsidRPr="004B0D62">
        <w:rPr>
          <w:b/>
          <w:sz w:val="24"/>
          <w:szCs w:val="24"/>
        </w:rPr>
        <w:t>Successes:</w:t>
      </w:r>
    </w:p>
    <w:p w:rsidR="00814C67" w:rsidRPr="004B0D62" w:rsidRDefault="00DE3885" w:rsidP="00DE3885">
      <w:pPr>
        <w:pStyle w:val="NoSpacing"/>
        <w:numPr>
          <w:ilvl w:val="0"/>
          <w:numId w:val="1"/>
        </w:numPr>
        <w:rPr>
          <w:sz w:val="24"/>
          <w:szCs w:val="24"/>
        </w:rPr>
      </w:pPr>
      <w:r w:rsidRPr="004B0D62">
        <w:rPr>
          <w:sz w:val="24"/>
          <w:szCs w:val="24"/>
        </w:rPr>
        <w:t>Feels he is doing well, has good, positive daily interaction with the students</w:t>
      </w:r>
    </w:p>
    <w:p w:rsidR="00DE3885" w:rsidRPr="004B0D62" w:rsidRDefault="00DE3885" w:rsidP="00DE3885">
      <w:pPr>
        <w:pStyle w:val="NoSpacing"/>
        <w:numPr>
          <w:ilvl w:val="0"/>
          <w:numId w:val="1"/>
        </w:numPr>
        <w:rPr>
          <w:sz w:val="24"/>
          <w:szCs w:val="24"/>
        </w:rPr>
      </w:pPr>
      <w:r w:rsidRPr="004B0D62">
        <w:rPr>
          <w:sz w:val="24"/>
          <w:szCs w:val="24"/>
        </w:rPr>
        <w:t>Has good class control and has had no problems with misbehavior</w:t>
      </w:r>
    </w:p>
    <w:p w:rsidR="00DE3885" w:rsidRPr="004B0D62" w:rsidRDefault="00DE3885" w:rsidP="00DE3885">
      <w:pPr>
        <w:pStyle w:val="NoSpacing"/>
        <w:numPr>
          <w:ilvl w:val="0"/>
          <w:numId w:val="1"/>
        </w:numPr>
        <w:rPr>
          <w:sz w:val="24"/>
          <w:szCs w:val="24"/>
        </w:rPr>
      </w:pPr>
      <w:r w:rsidRPr="004B0D62">
        <w:rPr>
          <w:sz w:val="24"/>
          <w:szCs w:val="24"/>
        </w:rPr>
        <w:t>Is moving along in class content as expected</w:t>
      </w:r>
    </w:p>
    <w:p w:rsidR="00DE3885" w:rsidRPr="004B0D62" w:rsidRDefault="00DE3885" w:rsidP="00DE3885">
      <w:pPr>
        <w:pStyle w:val="NoSpacing"/>
        <w:numPr>
          <w:ilvl w:val="0"/>
          <w:numId w:val="1"/>
        </w:numPr>
        <w:rPr>
          <w:sz w:val="24"/>
          <w:szCs w:val="24"/>
        </w:rPr>
      </w:pPr>
      <w:r w:rsidRPr="004B0D62">
        <w:rPr>
          <w:sz w:val="24"/>
          <w:szCs w:val="24"/>
        </w:rPr>
        <w:t>Makes up his own tests, usually has a review sheet prepared</w:t>
      </w:r>
    </w:p>
    <w:p w:rsidR="00DE3885" w:rsidRPr="004B0D62" w:rsidRDefault="00DE3885" w:rsidP="00DE3885">
      <w:pPr>
        <w:pStyle w:val="NoSpacing"/>
        <w:numPr>
          <w:ilvl w:val="0"/>
          <w:numId w:val="1"/>
        </w:numPr>
        <w:rPr>
          <w:sz w:val="24"/>
          <w:szCs w:val="24"/>
        </w:rPr>
      </w:pPr>
      <w:r w:rsidRPr="004B0D62">
        <w:rPr>
          <w:sz w:val="24"/>
          <w:szCs w:val="24"/>
        </w:rPr>
        <w:t>Daily varies work load and expectation including book assignments, review essays, and current events</w:t>
      </w:r>
    </w:p>
    <w:p w:rsidR="00814C67" w:rsidRPr="004B0D62" w:rsidRDefault="00814C67">
      <w:pPr>
        <w:rPr>
          <w:sz w:val="24"/>
          <w:szCs w:val="24"/>
        </w:rPr>
      </w:pPr>
    </w:p>
    <w:p w:rsidR="00814C67" w:rsidRPr="004B0D62" w:rsidRDefault="00814C67">
      <w:pPr>
        <w:rPr>
          <w:b/>
          <w:sz w:val="24"/>
          <w:szCs w:val="24"/>
        </w:rPr>
      </w:pPr>
      <w:r w:rsidRPr="004B0D62">
        <w:rPr>
          <w:b/>
          <w:sz w:val="24"/>
          <w:szCs w:val="24"/>
        </w:rPr>
        <w:t>Challenges:</w:t>
      </w:r>
    </w:p>
    <w:p w:rsidR="00814C67" w:rsidRPr="004B0D62" w:rsidRDefault="00DE3885" w:rsidP="00DE3885">
      <w:pPr>
        <w:pStyle w:val="NoSpacing"/>
        <w:rPr>
          <w:sz w:val="24"/>
          <w:szCs w:val="24"/>
        </w:rPr>
      </w:pPr>
      <w:r w:rsidRPr="004B0D62">
        <w:rPr>
          <w:sz w:val="24"/>
          <w:szCs w:val="24"/>
        </w:rPr>
        <w:t xml:space="preserve">In speaking about various teacher activities, </w:t>
      </w:r>
      <w:r w:rsidR="004B0D62">
        <w:rPr>
          <w:sz w:val="24"/>
          <w:szCs w:val="24"/>
        </w:rPr>
        <w:t>----</w:t>
      </w:r>
      <w:bookmarkStart w:id="0" w:name="_GoBack"/>
      <w:bookmarkEnd w:id="0"/>
      <w:r w:rsidRPr="004B0D62">
        <w:rPr>
          <w:sz w:val="24"/>
          <w:szCs w:val="24"/>
        </w:rPr>
        <w:t xml:space="preserve"> and I discussed lesson plans. As he explained that he usually does a log of what he did, we discussed the need to prepare lessons before teaching and then can log how the lesson went. It was decided that he would work on preparing lessons and that I would check in with him in about two weeks.</w:t>
      </w:r>
    </w:p>
    <w:p w:rsidR="00814C67" w:rsidRPr="004B0D62" w:rsidRDefault="00814C67">
      <w:pPr>
        <w:rPr>
          <w:sz w:val="24"/>
          <w:szCs w:val="24"/>
        </w:rPr>
      </w:pPr>
    </w:p>
    <w:p w:rsidR="00814C67" w:rsidRPr="004B0D62" w:rsidRDefault="00814C67">
      <w:pPr>
        <w:rPr>
          <w:b/>
          <w:sz w:val="24"/>
          <w:szCs w:val="24"/>
        </w:rPr>
      </w:pPr>
      <w:r w:rsidRPr="004B0D62">
        <w:rPr>
          <w:b/>
          <w:sz w:val="24"/>
          <w:szCs w:val="24"/>
        </w:rPr>
        <w:t>Needs / Frustrations:</w:t>
      </w:r>
    </w:p>
    <w:p w:rsidR="00814C67" w:rsidRPr="004B0D62" w:rsidRDefault="00DE3885">
      <w:pPr>
        <w:rPr>
          <w:sz w:val="24"/>
          <w:szCs w:val="24"/>
        </w:rPr>
      </w:pPr>
      <w:r w:rsidRPr="004B0D62">
        <w:rPr>
          <w:sz w:val="24"/>
          <w:szCs w:val="24"/>
        </w:rPr>
        <w:t>He couldn’t think of anything specific.</w:t>
      </w:r>
    </w:p>
    <w:p w:rsidR="00DE3885" w:rsidRPr="004B0D62" w:rsidRDefault="00DE3885">
      <w:pPr>
        <w:rPr>
          <w:b/>
          <w:sz w:val="24"/>
          <w:szCs w:val="24"/>
        </w:rPr>
      </w:pPr>
    </w:p>
    <w:p w:rsidR="00814C67" w:rsidRPr="004B0D62" w:rsidRDefault="00814C67">
      <w:pPr>
        <w:rPr>
          <w:b/>
          <w:sz w:val="24"/>
          <w:szCs w:val="24"/>
        </w:rPr>
      </w:pPr>
      <w:r w:rsidRPr="004B0D62">
        <w:rPr>
          <w:b/>
          <w:sz w:val="24"/>
          <w:szCs w:val="24"/>
        </w:rPr>
        <w:t>Other:</w:t>
      </w:r>
    </w:p>
    <w:p w:rsidR="00814C67" w:rsidRPr="004B0D62" w:rsidRDefault="00814C67">
      <w:pPr>
        <w:rPr>
          <w:sz w:val="24"/>
          <w:szCs w:val="24"/>
        </w:rPr>
      </w:pPr>
    </w:p>
    <w:p w:rsidR="00814C67" w:rsidRPr="004B0D62" w:rsidRDefault="00814C67">
      <w:pPr>
        <w:rPr>
          <w:sz w:val="24"/>
          <w:szCs w:val="24"/>
        </w:rPr>
      </w:pPr>
    </w:p>
    <w:p w:rsidR="00814C67" w:rsidRPr="004B0D62" w:rsidRDefault="00814C67">
      <w:pPr>
        <w:rPr>
          <w:sz w:val="24"/>
          <w:szCs w:val="24"/>
        </w:rPr>
      </w:pPr>
    </w:p>
    <w:p w:rsidR="00814C67" w:rsidRPr="004B0D62" w:rsidRDefault="00814C67">
      <w:pPr>
        <w:rPr>
          <w:b/>
          <w:sz w:val="24"/>
          <w:szCs w:val="24"/>
        </w:rPr>
      </w:pPr>
      <w:r w:rsidRPr="004B0D62">
        <w:rPr>
          <w:b/>
          <w:sz w:val="24"/>
          <w:szCs w:val="24"/>
        </w:rPr>
        <w:t>Signatures:</w:t>
      </w:r>
    </w:p>
    <w:sectPr w:rsidR="00814C67" w:rsidRPr="004B0D62" w:rsidSect="00814C67">
      <w:pgSz w:w="12240" w:h="15840"/>
      <w:pgMar w:top="99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070A"/>
    <w:multiLevelType w:val="hybridMultilevel"/>
    <w:tmpl w:val="8EC6B3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C67"/>
    <w:rsid w:val="004B0D62"/>
    <w:rsid w:val="00523C05"/>
    <w:rsid w:val="00814C67"/>
    <w:rsid w:val="00DE3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388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38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C17C4-B975-44DD-BE60-FCEC2CAC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376EB55</Template>
  <TotalTime>1</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CCGAFaculty22</dc:creator>
  <cp:lastModifiedBy>CCGAFaculty22</cp:lastModifiedBy>
  <cp:revision>2</cp:revision>
  <dcterms:created xsi:type="dcterms:W3CDTF">2011-10-24T17:25:00Z</dcterms:created>
  <dcterms:modified xsi:type="dcterms:W3CDTF">2011-10-24T17:25:00Z</dcterms:modified>
</cp:coreProperties>
</file>